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AE3" w:rsidRDefault="00AA7AE3" w:rsidP="009E5985">
      <w:pPr>
        <w:ind w:firstLine="708"/>
        <w:jc w:val="both"/>
        <w:rPr>
          <w:lang w:val="sr-Cyrl-CS"/>
        </w:rPr>
      </w:pPr>
      <w:r>
        <w:rPr>
          <w:rStyle w:val="FontStyle32"/>
          <w:sz w:val="24"/>
          <w:szCs w:val="24"/>
          <w:lang w:eastAsia="sr-Cyrl-CS"/>
        </w:rPr>
        <w:tab/>
      </w:r>
      <w:r w:rsidRPr="00840027">
        <w:rPr>
          <w:rStyle w:val="FontStyle32"/>
          <w:sz w:val="24"/>
          <w:szCs w:val="24"/>
          <w:lang w:eastAsia="sr-Cyrl-CS"/>
        </w:rPr>
        <w:t xml:space="preserve">На основу </w:t>
      </w:r>
      <w:r>
        <w:rPr>
          <w:rStyle w:val="FontStyle32"/>
          <w:sz w:val="24"/>
          <w:szCs w:val="24"/>
          <w:lang w:eastAsia="sr-Cyrl-CS"/>
        </w:rPr>
        <w:t>члана 46. став 1. тачка 8.  Закона о локалној самоуправи ( „Службени гласник РС“, број: 129/2017, 83/2014, 101/2016 и 47/2018</w:t>
      </w:r>
      <w:r w:rsidRPr="00840027">
        <w:rPr>
          <w:rStyle w:val="FontStyle32"/>
          <w:sz w:val="24"/>
          <w:szCs w:val="24"/>
          <w:lang w:eastAsia="sr-Cyrl-CS"/>
        </w:rPr>
        <w:t xml:space="preserve">), </w:t>
      </w:r>
      <w:r>
        <w:rPr>
          <w:rStyle w:val="FontStyle32"/>
          <w:sz w:val="24"/>
          <w:szCs w:val="24"/>
          <w:lang w:eastAsia="sr-Cyrl-CS"/>
        </w:rPr>
        <w:t xml:space="preserve">члана 29. став 4. Закона о смањењу ризика од катастрофа и управљању ванредним ситуацијама („Службени гласник РС“, број: 87/18), </w:t>
      </w:r>
      <w:r w:rsidRPr="003F6414">
        <w:rPr>
          <w:rStyle w:val="FontStyle32"/>
          <w:sz w:val="24"/>
          <w:szCs w:val="24"/>
          <w:lang w:eastAsia="sr-Cyrl-CS"/>
        </w:rPr>
        <w:t>члана 61.</w:t>
      </w:r>
      <w:r w:rsidRPr="003F6414">
        <w:rPr>
          <w:rStyle w:val="FontStyle32"/>
          <w:b/>
          <w:i/>
          <w:sz w:val="24"/>
          <w:szCs w:val="24"/>
          <w:lang w:eastAsia="sr-Cyrl-CS"/>
        </w:rPr>
        <w:t xml:space="preserve"> </w:t>
      </w:r>
      <w:r w:rsidRPr="00840027">
        <w:rPr>
          <w:rStyle w:val="FontStyle32"/>
          <w:sz w:val="24"/>
          <w:szCs w:val="24"/>
          <w:lang w:val="sr-Cyrl-CS" w:eastAsia="sr-Cyrl-CS"/>
        </w:rPr>
        <w:t xml:space="preserve">Статута града Врања („Службени гласник града Врања“ </w:t>
      </w:r>
      <w:r>
        <w:rPr>
          <w:rStyle w:val="FontStyle32"/>
          <w:sz w:val="24"/>
          <w:szCs w:val="24"/>
          <w:lang w:val="sr-Cyrl-CS" w:eastAsia="sr-Cyrl-CS"/>
        </w:rPr>
        <w:t>број 18/18</w:t>
      </w:r>
      <w:r>
        <w:rPr>
          <w:rStyle w:val="FontStyle32"/>
          <w:sz w:val="24"/>
          <w:szCs w:val="24"/>
          <w:lang w:eastAsia="sr-Cyrl-CS"/>
        </w:rPr>
        <w:t>-пречишћен текст</w:t>
      </w:r>
      <w:r w:rsidRPr="00840027">
        <w:rPr>
          <w:rStyle w:val="FontStyle32"/>
          <w:sz w:val="24"/>
          <w:szCs w:val="24"/>
          <w:lang w:val="sr-Cyrl-CS" w:eastAsia="sr-Cyrl-CS"/>
        </w:rPr>
        <w:t>)</w:t>
      </w:r>
      <w:r w:rsidRPr="00BA4FBB">
        <w:rPr>
          <w:lang w:val="sr-Cyrl-CS"/>
        </w:rPr>
        <w:t xml:space="preserve">, </w:t>
      </w:r>
      <w:r>
        <w:rPr>
          <w:lang w:val="sr-Cyrl-CS"/>
        </w:rPr>
        <w:t>Скупштина града на седници одржаној дана:18.12.2018</w:t>
      </w:r>
      <w:r w:rsidRPr="00BA4FBB">
        <w:rPr>
          <w:lang w:val="sr-Cyrl-CS"/>
        </w:rPr>
        <w:t xml:space="preserve">.године, донело је </w:t>
      </w:r>
    </w:p>
    <w:p w:rsidR="00AA7AE3" w:rsidRDefault="00AA7AE3" w:rsidP="009E5985">
      <w:pPr>
        <w:jc w:val="both"/>
        <w:rPr>
          <w:rStyle w:val="FontStyle32"/>
          <w:sz w:val="24"/>
          <w:szCs w:val="24"/>
          <w:lang w:val="sr-Cyrl-CS" w:eastAsia="sr-Cyrl-CS"/>
        </w:rPr>
      </w:pPr>
    </w:p>
    <w:p w:rsidR="00AA7AE3" w:rsidRDefault="00AA7AE3" w:rsidP="009E5985">
      <w:pPr>
        <w:tabs>
          <w:tab w:val="left" w:pos="3300"/>
        </w:tabs>
        <w:jc w:val="center"/>
        <w:rPr>
          <w:b/>
        </w:rPr>
      </w:pPr>
      <w:r w:rsidRPr="00840027">
        <w:rPr>
          <w:b/>
        </w:rPr>
        <w:t xml:space="preserve">ОДЛУКУ </w:t>
      </w:r>
    </w:p>
    <w:p w:rsidR="00AA7AE3" w:rsidRDefault="00AA7AE3" w:rsidP="009E5985">
      <w:pPr>
        <w:tabs>
          <w:tab w:val="left" w:pos="3300"/>
        </w:tabs>
        <w:jc w:val="center"/>
        <w:rPr>
          <w:b/>
        </w:rPr>
      </w:pPr>
      <w:r w:rsidRPr="00840027">
        <w:rPr>
          <w:b/>
        </w:rPr>
        <w:t>О УСПОСТАВЉАЊУ САРАДЊЕ ГРАДА ВРАЊА СА ГРАДОВИМА И ОПШТИНАМА У СЛИВУ ЈУЖНЕ МОРАВЕ</w:t>
      </w:r>
    </w:p>
    <w:p w:rsidR="00AA7AE3" w:rsidRPr="00840027" w:rsidRDefault="00AA7AE3" w:rsidP="009E5985">
      <w:pPr>
        <w:tabs>
          <w:tab w:val="left" w:pos="3300"/>
        </w:tabs>
        <w:jc w:val="center"/>
        <w:rPr>
          <w:b/>
        </w:rPr>
      </w:pPr>
    </w:p>
    <w:p w:rsidR="00AA7AE3" w:rsidRPr="007338C5" w:rsidRDefault="00AA7AE3" w:rsidP="009E5985">
      <w:pPr>
        <w:tabs>
          <w:tab w:val="left" w:pos="3300"/>
        </w:tabs>
        <w:jc w:val="center"/>
        <w:rPr>
          <w:b/>
        </w:rPr>
      </w:pPr>
      <w:r w:rsidRPr="007338C5">
        <w:rPr>
          <w:b/>
        </w:rPr>
        <w:t>Члан 1.</w:t>
      </w:r>
    </w:p>
    <w:p w:rsidR="00AA7AE3" w:rsidRPr="00840027" w:rsidRDefault="00AA7AE3" w:rsidP="009E5985">
      <w:pPr>
        <w:tabs>
          <w:tab w:val="left" w:pos="3300"/>
        </w:tabs>
        <w:jc w:val="both"/>
      </w:pPr>
      <w:r>
        <w:t xml:space="preserve">           </w:t>
      </w:r>
      <w:r w:rsidRPr="00840027">
        <w:t>Град Врање успоставља сарадњу са градовима и општинама у сливу Јужне Мораве  у складу са потребом интензивирања сарадње између градова и општинама у сливу Јужне Мораве у циљу смањивања заједничких ризика и брзог опоравка након елементарних непогода и других несрећа.</w:t>
      </w:r>
    </w:p>
    <w:p w:rsidR="00AA7AE3" w:rsidRDefault="00AA7AE3" w:rsidP="009E5985">
      <w:pPr>
        <w:tabs>
          <w:tab w:val="left" w:pos="3300"/>
        </w:tabs>
        <w:jc w:val="center"/>
      </w:pPr>
    </w:p>
    <w:p w:rsidR="00AA7AE3" w:rsidRPr="007338C5" w:rsidRDefault="00AA7AE3" w:rsidP="009E5985">
      <w:pPr>
        <w:tabs>
          <w:tab w:val="left" w:pos="3300"/>
        </w:tabs>
        <w:jc w:val="center"/>
        <w:rPr>
          <w:b/>
        </w:rPr>
      </w:pPr>
      <w:r w:rsidRPr="007338C5">
        <w:rPr>
          <w:b/>
        </w:rPr>
        <w:t>Члан 2.</w:t>
      </w:r>
    </w:p>
    <w:p w:rsidR="00AA7AE3" w:rsidRPr="00840027" w:rsidRDefault="00AA7AE3" w:rsidP="009E5985">
      <w:pPr>
        <w:tabs>
          <w:tab w:val="left" w:pos="3300"/>
        </w:tabs>
        <w:jc w:val="both"/>
      </w:pPr>
      <w:r>
        <w:t xml:space="preserve">           </w:t>
      </w:r>
      <w:r w:rsidRPr="00840027">
        <w:t>Специфични циљеви сарадње градова и општина у сливу Јужне Мораве биће развој јединица цивилне заштите опште намене, прикупљање, обрада и размена података између градова и општина и републичких установа о хазардима, изложености хазардима, осетљивост на хазарде и капацитетима за одговор и брз опоравак, заједничко планирање и спровођење инфраструктурних мера у складу са препорукама, студијама и анализама за проблем поплава у сливу Јужне Мораве, оцењивање сеизмичког хазарда, јачање хоризонталне и вертикалне комуникације ради унапређења система ране најаве, развој стратегије планирања финансијских средстава и унапређење процеса процене штете и обнове након елементарне непогоде.</w:t>
      </w:r>
    </w:p>
    <w:p w:rsidR="00AA7AE3" w:rsidRDefault="00AA7AE3" w:rsidP="009E5985">
      <w:pPr>
        <w:tabs>
          <w:tab w:val="left" w:pos="2595"/>
        </w:tabs>
        <w:jc w:val="center"/>
      </w:pPr>
    </w:p>
    <w:p w:rsidR="00AA7AE3" w:rsidRPr="007338C5" w:rsidRDefault="00AA7AE3" w:rsidP="009E5985">
      <w:pPr>
        <w:tabs>
          <w:tab w:val="left" w:pos="2595"/>
        </w:tabs>
        <w:jc w:val="center"/>
        <w:rPr>
          <w:b/>
        </w:rPr>
      </w:pPr>
      <w:r w:rsidRPr="007338C5">
        <w:rPr>
          <w:b/>
        </w:rPr>
        <w:t>Члан 3.</w:t>
      </w:r>
    </w:p>
    <w:p w:rsidR="00AA7AE3" w:rsidRPr="00840027" w:rsidRDefault="00AA7AE3" w:rsidP="009E5985">
      <w:pPr>
        <w:jc w:val="both"/>
      </w:pPr>
      <w:r>
        <w:tab/>
      </w:r>
      <w:r w:rsidRPr="00840027">
        <w:t xml:space="preserve">У складу са чланом 1. </w:t>
      </w:r>
      <w:r>
        <w:t>ове О</w:t>
      </w:r>
      <w:r w:rsidRPr="00840027">
        <w:t>длуке</w:t>
      </w:r>
      <w:r>
        <w:t>,</w:t>
      </w:r>
      <w:r w:rsidRPr="00840027">
        <w:t xml:space="preserve"> Град Врање прихвата одредбе Протокола о сарадњи градоваи општина у сливу Јужне Мораве.</w:t>
      </w:r>
    </w:p>
    <w:p w:rsidR="00AA7AE3" w:rsidRDefault="00AA7AE3" w:rsidP="009E5985">
      <w:pPr>
        <w:tabs>
          <w:tab w:val="left" w:pos="2595"/>
        </w:tabs>
      </w:pPr>
    </w:p>
    <w:p w:rsidR="00AA7AE3" w:rsidRPr="007338C5" w:rsidRDefault="00AA7AE3" w:rsidP="009E5985">
      <w:pPr>
        <w:tabs>
          <w:tab w:val="left" w:pos="2595"/>
        </w:tabs>
        <w:jc w:val="center"/>
        <w:rPr>
          <w:b/>
        </w:rPr>
      </w:pPr>
      <w:r w:rsidRPr="007338C5">
        <w:rPr>
          <w:b/>
        </w:rPr>
        <w:t>Члан 4.</w:t>
      </w:r>
    </w:p>
    <w:p w:rsidR="00AA7AE3" w:rsidRPr="00840027" w:rsidRDefault="00AA7AE3" w:rsidP="009E5985">
      <w:r>
        <w:tab/>
        <w:t>У име Града Врања</w:t>
      </w:r>
      <w:r w:rsidRPr="00840027">
        <w:t xml:space="preserve"> Протокол о сарадњи градова и општина у сливу Јужне Мораве </w:t>
      </w:r>
      <w:r>
        <w:t xml:space="preserve">потписаће </w:t>
      </w:r>
      <w:r w:rsidRPr="00840027">
        <w:t xml:space="preserve"> г</w:t>
      </w:r>
      <w:r>
        <w:t xml:space="preserve">радоначелник </w:t>
      </w:r>
      <w:r w:rsidRPr="00840027">
        <w:t>.</w:t>
      </w:r>
    </w:p>
    <w:p w:rsidR="00AA7AE3" w:rsidRDefault="00AA7AE3" w:rsidP="009E5985">
      <w:pPr>
        <w:tabs>
          <w:tab w:val="left" w:pos="2595"/>
        </w:tabs>
      </w:pPr>
    </w:p>
    <w:p w:rsidR="00AA7AE3" w:rsidRPr="00046FB9" w:rsidRDefault="00AA7AE3" w:rsidP="009E5985">
      <w:pPr>
        <w:tabs>
          <w:tab w:val="left" w:pos="2595"/>
        </w:tabs>
        <w:jc w:val="center"/>
        <w:rPr>
          <w:b/>
        </w:rPr>
      </w:pPr>
      <w:r w:rsidRPr="00046FB9">
        <w:rPr>
          <w:b/>
        </w:rPr>
        <w:t>Члан 5.</w:t>
      </w:r>
    </w:p>
    <w:p w:rsidR="00AA7AE3" w:rsidRDefault="00AA7AE3" w:rsidP="009E5985">
      <w:pPr>
        <w:rPr>
          <w:lang w:val="sr-Cyrl-CS"/>
        </w:rPr>
      </w:pPr>
      <w:r>
        <w:tab/>
        <w:t>Одлука ступа на снагуосмог дана од дана објављивања у „Служб</w:t>
      </w:r>
      <w:r>
        <w:rPr>
          <w:lang w:val="sr-Cyrl-CS"/>
        </w:rPr>
        <w:t>е</w:t>
      </w:r>
      <w:r>
        <w:t>ном гласнику Града Врања“.</w:t>
      </w:r>
    </w:p>
    <w:p w:rsidR="00AA7AE3" w:rsidRPr="00046FB9" w:rsidRDefault="00AA7AE3" w:rsidP="009E5985">
      <w:pPr>
        <w:rPr>
          <w:lang w:val="sr-Cyrl-CS"/>
        </w:rPr>
      </w:pPr>
    </w:p>
    <w:p w:rsidR="00AA7AE3" w:rsidRDefault="00AA7AE3" w:rsidP="009E5985">
      <w:pPr>
        <w:ind w:left="450"/>
        <w:jc w:val="center"/>
      </w:pPr>
      <w:bookmarkStart w:id="0" w:name="_top"/>
      <w:bookmarkStart w:id="1" w:name="_GoBack"/>
      <w:bookmarkEnd w:id="0"/>
      <w:bookmarkEnd w:id="1"/>
      <w:r w:rsidRPr="006D4714">
        <w:rPr>
          <w:b/>
        </w:rPr>
        <w:t>СКУПШТИНА ГРАДА ВРАЊ</w:t>
      </w:r>
      <w:r>
        <w:rPr>
          <w:b/>
        </w:rPr>
        <w:t>А</w:t>
      </w:r>
      <w:r>
        <w:t>,</w:t>
      </w:r>
    </w:p>
    <w:p w:rsidR="00AA7AE3" w:rsidRPr="00046FB9" w:rsidRDefault="00AA7AE3" w:rsidP="009E5985">
      <w:pPr>
        <w:ind w:left="450"/>
        <w:jc w:val="center"/>
        <w:rPr>
          <w:lang w:val="sr-Cyrl-CS"/>
        </w:rPr>
      </w:pPr>
      <w:r>
        <w:rPr>
          <w:b/>
          <w:lang w:val="sr-Cyrl-CS"/>
        </w:rPr>
        <w:t>18.12.2018.године</w:t>
      </w:r>
      <w:r>
        <w:rPr>
          <w:b/>
        </w:rPr>
        <w:t>, број</w:t>
      </w:r>
      <w:r>
        <w:rPr>
          <w:b/>
          <w:lang w:val="sr-Cyrl-CS"/>
        </w:rPr>
        <w:t>: 02-240/2018-10</w:t>
      </w:r>
    </w:p>
    <w:p w:rsidR="00AA7AE3" w:rsidRDefault="00AA7AE3" w:rsidP="009E5985">
      <w:pPr>
        <w:ind w:left="450"/>
        <w:jc w:val="center"/>
      </w:pPr>
    </w:p>
    <w:p w:rsidR="00AA7AE3" w:rsidRDefault="00AA7AE3" w:rsidP="009E5985">
      <w:pPr>
        <w:ind w:left="450"/>
        <w:jc w:val="both"/>
      </w:pPr>
      <w:r>
        <w:t xml:space="preserve">                                                           </w:t>
      </w:r>
    </w:p>
    <w:p w:rsidR="00AA7AE3" w:rsidRPr="00046FB9" w:rsidRDefault="00AA7AE3" w:rsidP="009E5985">
      <w:pPr>
        <w:ind w:left="450"/>
        <w:jc w:val="both"/>
        <w:rPr>
          <w:b/>
          <w:lang w:val="sr-Cyrl-CS"/>
        </w:rPr>
      </w:pPr>
      <w:r>
        <w:t xml:space="preserve">                                                                                 </w:t>
      </w:r>
      <w:r w:rsidRPr="006D4714">
        <w:rPr>
          <w:b/>
        </w:rPr>
        <w:t>ПРЕДСЕДНИК СКУ</w:t>
      </w:r>
      <w:r>
        <w:rPr>
          <w:b/>
        </w:rPr>
        <w:t>П</w:t>
      </w:r>
      <w:r w:rsidRPr="006D4714">
        <w:rPr>
          <w:b/>
        </w:rPr>
        <w:t>ШТИНЕ</w:t>
      </w:r>
    </w:p>
    <w:p w:rsidR="00AA7AE3" w:rsidRDefault="00AA7AE3" w:rsidP="009E5985">
      <w:pPr>
        <w:spacing w:line="260" w:lineRule="atLeast"/>
        <w:jc w:val="both"/>
        <w:rPr>
          <w:b/>
          <w:lang w:val="sr-Cyrl-CS"/>
        </w:rPr>
      </w:pPr>
      <w:r>
        <w:rPr>
          <w:b/>
        </w:rPr>
        <w:t xml:space="preserve">                                                                                         </w:t>
      </w:r>
      <w:r>
        <w:rPr>
          <w:b/>
          <w:lang w:val="sr-Cyrl-CS"/>
        </w:rPr>
        <w:t xml:space="preserve">  </w:t>
      </w:r>
      <w:r>
        <w:rPr>
          <w:b/>
        </w:rPr>
        <w:t xml:space="preserve">Дејан Тричковић , спец.двм </w:t>
      </w:r>
    </w:p>
    <w:p w:rsidR="00AA7AE3" w:rsidRDefault="00AA7AE3" w:rsidP="009E5985">
      <w:pPr>
        <w:spacing w:line="260" w:lineRule="atLeast"/>
        <w:jc w:val="both"/>
        <w:rPr>
          <w:b/>
        </w:rPr>
      </w:pPr>
    </w:p>
    <w:p w:rsidR="00AA7AE3" w:rsidRDefault="00AA7AE3" w:rsidP="009E5985">
      <w:pPr>
        <w:spacing w:line="260" w:lineRule="atLeast"/>
        <w:jc w:val="both"/>
        <w:rPr>
          <w:b/>
        </w:rPr>
      </w:pPr>
    </w:p>
    <w:p w:rsidR="00AA7AE3" w:rsidRDefault="00AA7AE3" w:rsidP="009E5985">
      <w:pPr>
        <w:spacing w:line="260" w:lineRule="atLeast"/>
        <w:jc w:val="both"/>
        <w:rPr>
          <w:b/>
        </w:rPr>
      </w:pPr>
    </w:p>
    <w:p w:rsidR="00AA7AE3" w:rsidRDefault="00AA7AE3" w:rsidP="009E5985">
      <w:pPr>
        <w:spacing w:line="260" w:lineRule="atLeast"/>
        <w:jc w:val="both"/>
        <w:rPr>
          <w:b/>
        </w:rPr>
      </w:pPr>
    </w:p>
    <w:sectPr w:rsidR="00AA7AE3" w:rsidSect="00E128C3">
      <w:pgSz w:w="11906" w:h="16838"/>
      <w:pgMar w:top="1417" w:right="1134" w:bottom="141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D71CA"/>
    <w:multiLevelType w:val="hybridMultilevel"/>
    <w:tmpl w:val="4B2AE2D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BA3702D"/>
    <w:multiLevelType w:val="hybridMultilevel"/>
    <w:tmpl w:val="688ACF86"/>
    <w:lvl w:ilvl="0" w:tplc="0D327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CD07A09"/>
    <w:multiLevelType w:val="hybridMultilevel"/>
    <w:tmpl w:val="D79863C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4D7448"/>
    <w:multiLevelType w:val="hybridMultilevel"/>
    <w:tmpl w:val="36E8ECDC"/>
    <w:lvl w:ilvl="0" w:tplc="0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3521E57"/>
    <w:multiLevelType w:val="hybridMultilevel"/>
    <w:tmpl w:val="65B663A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6892AE3"/>
    <w:multiLevelType w:val="hybridMultilevel"/>
    <w:tmpl w:val="B2D2BE04"/>
    <w:lvl w:ilvl="0" w:tplc="0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5985"/>
    <w:rsid w:val="00046FB9"/>
    <w:rsid w:val="000B176F"/>
    <w:rsid w:val="000F063E"/>
    <w:rsid w:val="001F04C9"/>
    <w:rsid w:val="003C1F81"/>
    <w:rsid w:val="003E5F29"/>
    <w:rsid w:val="003F6414"/>
    <w:rsid w:val="00602209"/>
    <w:rsid w:val="0069791B"/>
    <w:rsid w:val="006A2002"/>
    <w:rsid w:val="006D4714"/>
    <w:rsid w:val="007338C5"/>
    <w:rsid w:val="00840027"/>
    <w:rsid w:val="00960FEA"/>
    <w:rsid w:val="009E5985"/>
    <w:rsid w:val="00AA7AE3"/>
    <w:rsid w:val="00B97421"/>
    <w:rsid w:val="00BA4FBB"/>
    <w:rsid w:val="00C42BC3"/>
    <w:rsid w:val="00CF4A70"/>
    <w:rsid w:val="00DB06B1"/>
    <w:rsid w:val="00E128C3"/>
    <w:rsid w:val="00E46970"/>
    <w:rsid w:val="00E819B5"/>
    <w:rsid w:val="00ED173F"/>
    <w:rsid w:val="00F21518"/>
    <w:rsid w:val="00F74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98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32">
    <w:name w:val="Font Style32"/>
    <w:basedOn w:val="DefaultParagraphFont"/>
    <w:uiPriority w:val="99"/>
    <w:rsid w:val="009E5985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uiPriority w:val="99"/>
    <w:rsid w:val="00ED17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25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328</Words>
  <Characters>1872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ukovcic</dc:creator>
  <cp:keywords/>
  <dc:description/>
  <cp:lastModifiedBy>sdjokovic</cp:lastModifiedBy>
  <cp:revision>7</cp:revision>
  <cp:lastPrinted>2018-12-25T07:56:00Z</cp:lastPrinted>
  <dcterms:created xsi:type="dcterms:W3CDTF">2018-12-04T10:20:00Z</dcterms:created>
  <dcterms:modified xsi:type="dcterms:W3CDTF">2018-12-27T09:57:00Z</dcterms:modified>
</cp:coreProperties>
</file>